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706D88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7258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CC89E94" w:rsidR="00053988" w:rsidRPr="009D2C37" w:rsidRDefault="000833AB" w:rsidP="00706D88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706D88">
              <w:rPr>
                <w:b/>
                <w:bCs/>
                <w:lang w:val="en-US"/>
              </w:rPr>
              <w:t>7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B073FAD" w:rsidR="00053988" w:rsidRPr="009D2C37" w:rsidRDefault="009458DE" w:rsidP="00515D95">
            <w:pPr>
              <w:rPr>
                <w:lang w:val="en-GB"/>
              </w:rPr>
            </w:pPr>
            <w:r>
              <w:rPr>
                <w:lang w:val="ru-RU"/>
              </w:rPr>
              <w:t>29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</w:t>
            </w:r>
            <w:r>
              <w:rPr>
                <w:lang w:val="uz-Cyrl-UZ"/>
              </w:rPr>
              <w:t>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2996A6A3" w:rsidR="00053988" w:rsidRPr="009D2C37" w:rsidRDefault="009458DE" w:rsidP="00417466">
            <w:pPr>
              <w:rPr>
                <w:lang w:val="en-GB"/>
              </w:rPr>
            </w:pPr>
            <w:r>
              <w:rPr>
                <w:lang w:val="ru-RU"/>
              </w:rPr>
              <w:t>02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</w:t>
            </w:r>
            <w:r>
              <w:rPr>
                <w:lang w:val="uz-Cyrl-UZ"/>
              </w:rPr>
              <w:t>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04F86D7D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9458DE">
              <w:rPr>
                <w:sz w:val="20"/>
                <w:szCs w:val="20"/>
                <w:lang w:val="ru-RU"/>
              </w:rPr>
              <w:t>02.10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CE9E827" w:rsidR="00CF0C2E" w:rsidRPr="009D2C37" w:rsidRDefault="009458DE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02.08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94FDBE7" w:rsidR="00CF0C2E" w:rsidRPr="009D2C37" w:rsidRDefault="009458D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9458DE">
              <w:rPr>
                <w:sz w:val="20"/>
                <w:szCs w:val="20"/>
                <w:lang w:val="en-US"/>
              </w:rPr>
              <w:t>6511853512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19803D63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031E0734" w:rsidR="00CF0C2E" w:rsidRPr="009D2C37" w:rsidRDefault="009458D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458DE">
              <w:rPr>
                <w:color w:val="333333"/>
                <w:sz w:val="20"/>
                <w:szCs w:val="20"/>
                <w:shd w:val="clear" w:color="auto" w:fill="FFFFFF"/>
              </w:rPr>
              <w:t>LZYTMGEF3P1003164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4A54E6F5" w:rsidR="00CF0C2E" w:rsidRPr="009D2C37" w:rsidRDefault="009458D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02.08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4CFFFCEA" w:rsidR="00CF0C2E" w:rsidRPr="009D2C37" w:rsidRDefault="009458D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38932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458D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1704BCB7" w:rsidR="008C5B3D" w:rsidRPr="009458DE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9458D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9458DE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3C2E4686" w:rsidR="008C5B3D" w:rsidRPr="009458DE" w:rsidRDefault="009458DE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38932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189268C" w:rsidR="008C5B3D" w:rsidRPr="009D2C37" w:rsidRDefault="009458DE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02.08.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79690FF6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9458DE" w:rsidRPr="009458DE">
        <w:t xml:space="preserve"> </w:t>
      </w:r>
      <w:r w:rsidR="009458DE" w:rsidRPr="009458DE">
        <w:rPr>
          <w:b/>
          <w:sz w:val="20"/>
          <w:szCs w:val="20"/>
          <w:lang w:val="en-US"/>
        </w:rPr>
        <w:t>Automatic transmission diagnostics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715B9A" w:rsidRPr="007368B4" w:rsidRDefault="007368B4" w:rsidP="00965D03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232B0FD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F1F5E45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06D88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458DE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6011B-CCD7-4C11-8AA3-5522C446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48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2600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8</cp:revision>
  <dcterms:created xsi:type="dcterms:W3CDTF">2023-10-17T07:54:00Z</dcterms:created>
  <dcterms:modified xsi:type="dcterms:W3CDTF">2024-02-07T11:08:00Z</dcterms:modified>
</cp:coreProperties>
</file>